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23" w:rsidRPr="00386C23" w:rsidRDefault="007E7027">
      <w:r>
        <w:rPr>
          <w:noProof/>
          <w:szCs w:val="20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4509135</wp:posOffset>
            </wp:positionH>
            <wp:positionV relativeFrom="page">
              <wp:posOffset>345440</wp:posOffset>
            </wp:positionV>
            <wp:extent cx="1744345" cy="1549400"/>
            <wp:effectExtent l="19050" t="0" r="8255" b="0"/>
            <wp:wrapNone/>
            <wp:docPr id="3" name="Picture 3" descr="bigpear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gpear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6C23" w:rsidRPr="00386C23" w:rsidRDefault="000809E9"/>
    <w:p w:rsidR="00386C23" w:rsidRPr="00386C23" w:rsidRDefault="000809E9"/>
    <w:p w:rsidR="00386C23" w:rsidRPr="00386C23" w:rsidRDefault="000809E9"/>
    <w:p w:rsidR="00386C23" w:rsidRPr="00386C23" w:rsidRDefault="000809E9"/>
    <w:p w:rsidR="00386C23" w:rsidRPr="00386C23" w:rsidRDefault="000809E9" w:rsidP="00AE4F75"/>
    <w:p w:rsidR="00AE4F75" w:rsidRPr="00386C23" w:rsidRDefault="00830539" w:rsidP="00AE4F75">
      <w:pPr>
        <w:rPr>
          <w:u w:val="single"/>
        </w:rPr>
      </w:pPr>
      <w:r w:rsidRPr="00386C23">
        <w:rPr>
          <w:u w:val="single"/>
        </w:rPr>
        <w:t xml:space="preserve">BIG PEARL </w:t>
      </w:r>
      <w:r w:rsidR="00C57965">
        <w:rPr>
          <w:u w:val="single"/>
        </w:rPr>
        <w:t xml:space="preserve">PARTY BAND </w:t>
      </w:r>
      <w:r w:rsidRPr="00386C23">
        <w:rPr>
          <w:u w:val="single"/>
        </w:rPr>
        <w:t>SET LIST</w:t>
      </w:r>
      <w:r w:rsidR="009F714F">
        <w:rPr>
          <w:u w:val="single"/>
        </w:rPr>
        <w:t xml:space="preserve"> 2011</w:t>
      </w:r>
    </w:p>
    <w:p w:rsidR="00AE4F75" w:rsidRPr="00386C23" w:rsidRDefault="000809E9" w:rsidP="00AE4F75"/>
    <w:p w:rsidR="00AE4F75" w:rsidRPr="00386C23" w:rsidRDefault="000809E9" w:rsidP="00AE4F75"/>
    <w:p w:rsidR="00AE4F75" w:rsidRPr="00386C23" w:rsidRDefault="00830539" w:rsidP="00AE4F75">
      <w:r w:rsidRPr="00386C23">
        <w:t>Sweet Home Chicago</w:t>
      </w:r>
      <w:r w:rsidRPr="00386C23">
        <w:tab/>
      </w:r>
      <w:r w:rsidRPr="00386C23">
        <w:tab/>
      </w:r>
      <w:r w:rsidRPr="00386C23">
        <w:tab/>
      </w:r>
      <w:r w:rsidRPr="00386C23">
        <w:tab/>
        <w:t>Santeria</w:t>
      </w:r>
      <w:r w:rsidR="00D96B66">
        <w:t xml:space="preserve"> </w:t>
      </w:r>
      <w:r w:rsidR="00D96B66" w:rsidRPr="00D96B66">
        <w:rPr>
          <w:i/>
        </w:rPr>
        <w:t>(Sublime)</w:t>
      </w:r>
    </w:p>
    <w:p w:rsidR="00AE4F75" w:rsidRPr="00386C23" w:rsidRDefault="00830539" w:rsidP="00AE4F75">
      <w:r w:rsidRPr="00386C23">
        <w:t xml:space="preserve">Lady Marmalade </w:t>
      </w:r>
      <w:r w:rsidRPr="00D96B66">
        <w:rPr>
          <w:i/>
        </w:rPr>
        <w:t>(Le Belle)</w:t>
      </w:r>
      <w:r w:rsidRPr="00386C23">
        <w:tab/>
      </w:r>
      <w:r w:rsidRPr="00386C23">
        <w:tab/>
      </w:r>
      <w:r w:rsidRPr="00386C23">
        <w:tab/>
        <w:t>Le Grange</w:t>
      </w:r>
    </w:p>
    <w:p w:rsidR="00AE4F75" w:rsidRPr="00386C23" w:rsidRDefault="00830539" w:rsidP="00AE4F75">
      <w:r w:rsidRPr="00386C23">
        <w:t>So What?</w:t>
      </w:r>
      <w:r w:rsidR="00D96B66">
        <w:t xml:space="preserve"> </w:t>
      </w:r>
      <w:r w:rsidR="00D96B66" w:rsidRPr="00D96B66">
        <w:rPr>
          <w:i/>
        </w:rPr>
        <w:t>(Pink)</w:t>
      </w:r>
      <w:r w:rsidR="00D96B66">
        <w:tab/>
      </w:r>
      <w:r w:rsidR="00D96B66">
        <w:tab/>
      </w:r>
      <w:r w:rsidR="00D96B66">
        <w:tab/>
      </w:r>
      <w:r w:rsidR="00D96B66">
        <w:tab/>
      </w:r>
      <w:r w:rsidRPr="00386C23">
        <w:t xml:space="preserve">Fire </w:t>
      </w:r>
      <w:proofErr w:type="gramStart"/>
      <w:r w:rsidRPr="00386C23">
        <w:t>On</w:t>
      </w:r>
      <w:proofErr w:type="gramEnd"/>
      <w:r w:rsidRPr="00386C23">
        <w:t xml:space="preserve"> The Bayou</w:t>
      </w:r>
    </w:p>
    <w:p w:rsidR="00AE4F75" w:rsidRPr="00386C23" w:rsidRDefault="00830539" w:rsidP="00AE4F75">
      <w:pPr>
        <w:ind w:right="-90"/>
      </w:pPr>
      <w:r w:rsidRPr="00386C23">
        <w:t xml:space="preserve">Hit Me </w:t>
      </w:r>
      <w:proofErr w:type="gramStart"/>
      <w:r w:rsidRPr="00386C23">
        <w:t>With</w:t>
      </w:r>
      <w:proofErr w:type="gramEnd"/>
      <w:r w:rsidRPr="00386C23">
        <w:t xml:space="preserve"> Your Best Shot</w:t>
      </w:r>
      <w:r w:rsidRPr="00386C23">
        <w:tab/>
      </w:r>
      <w:r w:rsidRPr="00386C23">
        <w:tab/>
      </w:r>
      <w:r w:rsidRPr="00386C23">
        <w:tab/>
      </w:r>
      <w:r w:rsidR="00D96B66">
        <w:t xml:space="preserve">Raise Your Hand </w:t>
      </w:r>
      <w:r w:rsidR="00D96B66" w:rsidRPr="00D96B66">
        <w:rPr>
          <w:i/>
        </w:rPr>
        <w:t>(</w:t>
      </w:r>
      <w:proofErr w:type="spellStart"/>
      <w:r w:rsidR="00D96B66" w:rsidRPr="00D96B66">
        <w:rPr>
          <w:i/>
        </w:rPr>
        <w:t>J.Joplin</w:t>
      </w:r>
      <w:proofErr w:type="spellEnd"/>
      <w:r w:rsidR="00D96B66" w:rsidRPr="00D96B66">
        <w:rPr>
          <w:i/>
        </w:rPr>
        <w:t>)</w:t>
      </w:r>
    </w:p>
    <w:p w:rsidR="00AE4F75" w:rsidRPr="00386C23" w:rsidRDefault="00830539" w:rsidP="00AE4F75">
      <w:r w:rsidRPr="00386C23">
        <w:t xml:space="preserve">One Way </w:t>
      </w:r>
      <w:proofErr w:type="gramStart"/>
      <w:r w:rsidRPr="00386C23">
        <w:t>Or</w:t>
      </w:r>
      <w:proofErr w:type="gramEnd"/>
      <w:r w:rsidRPr="00386C23">
        <w:t xml:space="preserve"> Another</w:t>
      </w:r>
      <w:r w:rsidRPr="00386C23">
        <w:tab/>
      </w:r>
      <w:r w:rsidRPr="00386C23">
        <w:tab/>
      </w:r>
      <w:r w:rsidRPr="00386C23">
        <w:tab/>
      </w:r>
      <w:r w:rsidRPr="00386C23">
        <w:tab/>
        <w:t>Going To The Mardi Gras</w:t>
      </w:r>
    </w:p>
    <w:p w:rsidR="00AE4F75" w:rsidRPr="00386C23" w:rsidRDefault="00830539" w:rsidP="00AE4F75">
      <w:r w:rsidRPr="00386C23">
        <w:t>American Idiot</w:t>
      </w:r>
      <w:r w:rsidRPr="00386C23">
        <w:tab/>
      </w:r>
      <w:r w:rsidRPr="00386C23">
        <w:tab/>
      </w:r>
      <w:r w:rsidRPr="00386C23">
        <w:tab/>
      </w:r>
      <w:r w:rsidRPr="00386C23">
        <w:tab/>
        <w:t>Kansas City</w:t>
      </w:r>
    </w:p>
    <w:p w:rsidR="00AE4F75" w:rsidRPr="00386C23" w:rsidRDefault="00830539" w:rsidP="00AE4F75">
      <w:r w:rsidRPr="00386C23">
        <w:t>I Love Rock &amp; Roll</w:t>
      </w:r>
      <w:r w:rsidRPr="00386C23">
        <w:tab/>
      </w:r>
      <w:r w:rsidRPr="00386C23">
        <w:tab/>
      </w:r>
      <w:r w:rsidRPr="00386C23">
        <w:tab/>
      </w:r>
      <w:r w:rsidRPr="00386C23">
        <w:tab/>
      </w:r>
      <w:r w:rsidR="00C57965">
        <w:t xml:space="preserve">Wade In </w:t>
      </w:r>
      <w:proofErr w:type="gramStart"/>
      <w:r w:rsidR="00C57965">
        <w:t>The</w:t>
      </w:r>
      <w:proofErr w:type="gramEnd"/>
      <w:r w:rsidR="00C57965">
        <w:t xml:space="preserve"> Water</w:t>
      </w:r>
    </w:p>
    <w:p w:rsidR="00AE4F75" w:rsidRPr="00386C23" w:rsidRDefault="00D96B66" w:rsidP="00AE4F75">
      <w:r>
        <w:t xml:space="preserve">I </w:t>
      </w:r>
      <w:proofErr w:type="spellStart"/>
      <w:r>
        <w:t>Wanna</w:t>
      </w:r>
      <w:proofErr w:type="spellEnd"/>
      <w:r>
        <w:t xml:space="preserve"> Be Sedated </w:t>
      </w:r>
      <w:r>
        <w:tab/>
      </w:r>
      <w:r w:rsidR="00830539" w:rsidRPr="00386C23">
        <w:tab/>
      </w:r>
      <w:r w:rsidR="00830539" w:rsidRPr="00386C23">
        <w:tab/>
      </w:r>
      <w:r w:rsidR="00830539" w:rsidRPr="00386C23">
        <w:tab/>
        <w:t>Johnny B. Goode</w:t>
      </w:r>
    </w:p>
    <w:p w:rsidR="00AE4F75" w:rsidRPr="00386C23" w:rsidRDefault="00C57965" w:rsidP="00AE4F75">
      <w:r>
        <w:t xml:space="preserve">Start Me </w:t>
      </w:r>
      <w:proofErr w:type="gramStart"/>
      <w:r>
        <w:t>Up</w:t>
      </w:r>
      <w:proofErr w:type="gramEnd"/>
      <w:r>
        <w:tab/>
      </w:r>
      <w:r>
        <w:tab/>
      </w:r>
      <w:r>
        <w:tab/>
      </w:r>
      <w:r>
        <w:tab/>
      </w:r>
      <w:r>
        <w:tab/>
        <w:t>Sweet Home Alabama</w:t>
      </w:r>
    </w:p>
    <w:p w:rsidR="00AE4F75" w:rsidRPr="00386C23" w:rsidRDefault="00830539" w:rsidP="00AE4F75">
      <w:r w:rsidRPr="00386C23">
        <w:t>Mustang Sally</w:t>
      </w:r>
      <w:r w:rsidRPr="00386C23">
        <w:tab/>
      </w:r>
      <w:r w:rsidRPr="00386C23">
        <w:tab/>
      </w:r>
      <w:r w:rsidRPr="00386C23">
        <w:tab/>
      </w:r>
      <w:r w:rsidRPr="00386C23">
        <w:tab/>
      </w:r>
      <w:r w:rsidRPr="00386C23">
        <w:tab/>
        <w:t>Hot &amp; Cold</w:t>
      </w:r>
      <w:r w:rsidR="00D96B66">
        <w:t xml:space="preserve"> </w:t>
      </w:r>
      <w:r w:rsidR="00D96B66" w:rsidRPr="00D96B66">
        <w:rPr>
          <w:i/>
        </w:rPr>
        <w:t>(K. Perry)</w:t>
      </w:r>
    </w:p>
    <w:p w:rsidR="00AE4F75" w:rsidRPr="00386C23" w:rsidRDefault="00830539" w:rsidP="00AE4F75">
      <w:r w:rsidRPr="00386C23">
        <w:t xml:space="preserve">Chain </w:t>
      </w:r>
      <w:proofErr w:type="gramStart"/>
      <w:r w:rsidRPr="00386C23">
        <w:t>Of</w:t>
      </w:r>
      <w:proofErr w:type="gramEnd"/>
      <w:r w:rsidRPr="00386C23">
        <w:t xml:space="preserve"> Fools</w:t>
      </w:r>
      <w:r w:rsidRPr="00386C23">
        <w:tab/>
      </w:r>
      <w:r w:rsidRPr="00386C23">
        <w:tab/>
      </w:r>
      <w:r w:rsidRPr="00386C23">
        <w:tab/>
      </w:r>
      <w:r w:rsidRPr="00386C23">
        <w:tab/>
        <w:t>Big Chief</w:t>
      </w:r>
    </w:p>
    <w:p w:rsidR="00AE4F75" w:rsidRPr="00386C23" w:rsidRDefault="00830539" w:rsidP="00AE4F75">
      <w:r w:rsidRPr="00386C23">
        <w:t>Proud Mary</w:t>
      </w:r>
      <w:r w:rsidR="00D96B66">
        <w:t xml:space="preserve"> </w:t>
      </w:r>
      <w:r w:rsidR="00D96B66" w:rsidRPr="00D96B66">
        <w:rPr>
          <w:i/>
        </w:rPr>
        <w:t>(</w:t>
      </w:r>
      <w:proofErr w:type="spellStart"/>
      <w:r w:rsidR="00D96B66" w:rsidRPr="00D96B66">
        <w:rPr>
          <w:i/>
        </w:rPr>
        <w:t>T.Turner</w:t>
      </w:r>
      <w:proofErr w:type="spellEnd"/>
      <w:r w:rsidR="00D96B66" w:rsidRPr="00D96B66">
        <w:rPr>
          <w:i/>
        </w:rPr>
        <w:t>)</w:t>
      </w:r>
      <w:r w:rsidR="00D96B66">
        <w:tab/>
      </w:r>
      <w:r w:rsidR="00D96B66">
        <w:tab/>
      </w:r>
      <w:r w:rsidR="00D96B66">
        <w:tab/>
      </w:r>
      <w:r w:rsidRPr="00386C23">
        <w:t xml:space="preserve">Going To </w:t>
      </w:r>
      <w:proofErr w:type="gramStart"/>
      <w:r w:rsidRPr="00386C23">
        <w:t>The</w:t>
      </w:r>
      <w:proofErr w:type="gramEnd"/>
      <w:r w:rsidRPr="00386C23">
        <w:t xml:space="preserve"> Mardi Gras</w:t>
      </w:r>
    </w:p>
    <w:p w:rsidR="00AE4F75" w:rsidRPr="00386C23" w:rsidRDefault="00830539" w:rsidP="00AE4F75">
      <w:r w:rsidRPr="00386C23">
        <w:t>Brown Sugar</w:t>
      </w:r>
      <w:r w:rsidRPr="00386C23">
        <w:tab/>
      </w:r>
      <w:r w:rsidRPr="00386C23">
        <w:tab/>
      </w:r>
      <w:r w:rsidRPr="00386C23">
        <w:tab/>
      </w:r>
      <w:r w:rsidRPr="00386C23">
        <w:tab/>
      </w:r>
      <w:r w:rsidRPr="00386C23">
        <w:tab/>
        <w:t>Hide Away</w:t>
      </w:r>
    </w:p>
    <w:p w:rsidR="00AE4F75" w:rsidRPr="00386C23" w:rsidRDefault="00830539" w:rsidP="00AE4F75">
      <w:r w:rsidRPr="00386C23">
        <w:t>Baby What You Want me To Do</w:t>
      </w:r>
      <w:r w:rsidRPr="00386C23">
        <w:tab/>
      </w:r>
      <w:r w:rsidRPr="00386C23">
        <w:tab/>
      </w:r>
      <w:proofErr w:type="spellStart"/>
      <w:r w:rsidRPr="00386C23">
        <w:t>Chemlion</w:t>
      </w:r>
      <w:proofErr w:type="spellEnd"/>
    </w:p>
    <w:p w:rsidR="00AE4F75" w:rsidRPr="00386C23" w:rsidRDefault="00830539" w:rsidP="00AE4F75">
      <w:proofErr w:type="spellStart"/>
      <w:r w:rsidRPr="00386C23">
        <w:t>Gimme</w:t>
      </w:r>
      <w:proofErr w:type="spellEnd"/>
      <w:r w:rsidRPr="00386C23">
        <w:t xml:space="preserve"> </w:t>
      </w:r>
      <w:proofErr w:type="gramStart"/>
      <w:r w:rsidRPr="00386C23">
        <w:t>On</w:t>
      </w:r>
      <w:proofErr w:type="gramEnd"/>
      <w:r w:rsidRPr="00386C23">
        <w:t xml:space="preserve"> Reason</w:t>
      </w:r>
      <w:r w:rsidRPr="00386C23">
        <w:tab/>
      </w:r>
      <w:r w:rsidRPr="00386C23">
        <w:tab/>
      </w:r>
      <w:r w:rsidRPr="00386C23">
        <w:tab/>
      </w:r>
      <w:r w:rsidRPr="00386C23">
        <w:tab/>
        <w:t>Green Onions</w:t>
      </w:r>
    </w:p>
    <w:p w:rsidR="00AE4F75" w:rsidRPr="00386C23" w:rsidRDefault="00830539" w:rsidP="00AE4F75">
      <w:r w:rsidRPr="00386C23">
        <w:t>Never Been To Spain</w:t>
      </w:r>
      <w:r w:rsidRPr="00386C23">
        <w:tab/>
      </w:r>
      <w:r w:rsidRPr="00386C23">
        <w:tab/>
      </w:r>
      <w:r w:rsidRPr="00386C23">
        <w:tab/>
      </w:r>
      <w:r w:rsidRPr="00386C23">
        <w:tab/>
        <w:t>White Rabbit</w:t>
      </w:r>
    </w:p>
    <w:p w:rsidR="00AE4F75" w:rsidRPr="00386C23" w:rsidRDefault="00830539" w:rsidP="00AE4F75">
      <w:r w:rsidRPr="00386C23">
        <w:t>Land Of A</w:t>
      </w:r>
      <w:r w:rsidR="00D96B66">
        <w:t xml:space="preserve"> </w:t>
      </w:r>
      <w:r w:rsidRPr="00386C23">
        <w:t>1000</w:t>
      </w:r>
      <w:r w:rsidR="00D96B66">
        <w:t xml:space="preserve"> Dances </w:t>
      </w:r>
      <w:r w:rsidR="00D96B66">
        <w:tab/>
      </w:r>
      <w:r w:rsidR="00D96B66">
        <w:tab/>
      </w:r>
      <w:r w:rsidRPr="00386C23">
        <w:tab/>
        <w:t>Move Over</w:t>
      </w:r>
      <w:r w:rsidR="00D96B66" w:rsidRPr="00D96B66">
        <w:rPr>
          <w:i/>
        </w:rPr>
        <w:t xml:space="preserve"> (</w:t>
      </w:r>
      <w:proofErr w:type="spellStart"/>
      <w:r w:rsidR="00D96B66" w:rsidRPr="00D96B66">
        <w:rPr>
          <w:i/>
        </w:rPr>
        <w:t>J.Joplin</w:t>
      </w:r>
      <w:proofErr w:type="spellEnd"/>
      <w:r w:rsidR="00D96B66" w:rsidRPr="00D96B66">
        <w:rPr>
          <w:i/>
        </w:rPr>
        <w:t>)</w:t>
      </w:r>
    </w:p>
    <w:p w:rsidR="00AE4F75" w:rsidRPr="00386C23" w:rsidRDefault="00830539" w:rsidP="00AE4F75">
      <w:r w:rsidRPr="00386C23">
        <w:t>Hard To Handle</w:t>
      </w:r>
      <w:r w:rsidR="00D96B66">
        <w:t xml:space="preserve"> </w:t>
      </w:r>
      <w:r w:rsidR="00D96B66" w:rsidRPr="00D96B66">
        <w:rPr>
          <w:i/>
        </w:rPr>
        <w:t>(B. Crows)</w:t>
      </w:r>
      <w:r w:rsidR="00D96B66">
        <w:tab/>
      </w:r>
      <w:r w:rsidR="00D96B66">
        <w:tab/>
      </w:r>
      <w:r w:rsidR="00D96B66">
        <w:tab/>
      </w:r>
      <w:r w:rsidRPr="00386C23">
        <w:t>Ball &amp; Chain</w:t>
      </w:r>
      <w:r w:rsidR="00D96B66">
        <w:t xml:space="preserve"> </w:t>
      </w:r>
      <w:r w:rsidR="00D96B66" w:rsidRPr="00D96B66">
        <w:rPr>
          <w:i/>
        </w:rPr>
        <w:t>(</w:t>
      </w:r>
      <w:proofErr w:type="spellStart"/>
      <w:r w:rsidR="00D96B66" w:rsidRPr="00D96B66">
        <w:rPr>
          <w:i/>
        </w:rPr>
        <w:t>J.Joplin</w:t>
      </w:r>
      <w:proofErr w:type="spellEnd"/>
      <w:r w:rsidR="00D96B66" w:rsidRPr="00D96B66">
        <w:rPr>
          <w:i/>
        </w:rPr>
        <w:t>)</w:t>
      </w:r>
    </w:p>
    <w:p w:rsidR="00AE4F75" w:rsidRPr="00386C23" w:rsidRDefault="00830539" w:rsidP="00AE4F75">
      <w:r w:rsidRPr="00386C23">
        <w:t>Wipe Out</w:t>
      </w:r>
      <w:r w:rsidRPr="00386C23">
        <w:tab/>
      </w:r>
      <w:r w:rsidRPr="00386C23">
        <w:tab/>
      </w:r>
      <w:r w:rsidRPr="00386C23">
        <w:tab/>
      </w:r>
      <w:r w:rsidRPr="00386C23">
        <w:tab/>
      </w:r>
      <w:r w:rsidRPr="00386C23">
        <w:tab/>
        <w:t>Turtle Blues</w:t>
      </w:r>
      <w:r w:rsidR="00D96B66">
        <w:t xml:space="preserve"> </w:t>
      </w:r>
      <w:r w:rsidR="00D96B66" w:rsidRPr="00D96B66">
        <w:rPr>
          <w:i/>
        </w:rPr>
        <w:t>(</w:t>
      </w:r>
      <w:proofErr w:type="spellStart"/>
      <w:r w:rsidR="00D96B66" w:rsidRPr="00D96B66">
        <w:rPr>
          <w:i/>
        </w:rPr>
        <w:t>J.Joplin</w:t>
      </w:r>
      <w:proofErr w:type="spellEnd"/>
      <w:r w:rsidR="00D96B66" w:rsidRPr="00D96B66">
        <w:rPr>
          <w:i/>
        </w:rPr>
        <w:t>)</w:t>
      </w:r>
    </w:p>
    <w:p w:rsidR="00C57965" w:rsidRPr="00386C23" w:rsidRDefault="00830539" w:rsidP="00AE4F75">
      <w:r w:rsidRPr="00386C23">
        <w:t>Roadhouse Blues</w:t>
      </w:r>
      <w:r w:rsidR="00D96B66">
        <w:t xml:space="preserve"> </w:t>
      </w:r>
      <w:r w:rsidR="00D96B66" w:rsidRPr="00D96B66">
        <w:rPr>
          <w:i/>
        </w:rPr>
        <w:t>(The Doors)</w:t>
      </w:r>
      <w:r w:rsidRPr="00386C23">
        <w:tab/>
      </w:r>
      <w:r w:rsidRPr="00386C23">
        <w:tab/>
        <w:t>Love Me Two Times</w:t>
      </w:r>
      <w:r w:rsidR="00D96B66">
        <w:t xml:space="preserve"> </w:t>
      </w:r>
      <w:r w:rsidR="00D96B66" w:rsidRPr="00D96B66">
        <w:rPr>
          <w:i/>
        </w:rPr>
        <w:t>(The Doors)</w:t>
      </w:r>
    </w:p>
    <w:p w:rsidR="00AE4F75" w:rsidRPr="00386C23" w:rsidRDefault="00830539" w:rsidP="00C57965">
      <w:pPr>
        <w:ind w:right="-900"/>
      </w:pPr>
      <w:r w:rsidRPr="00386C23">
        <w:t xml:space="preserve">Piece </w:t>
      </w:r>
      <w:proofErr w:type="gramStart"/>
      <w:r w:rsidRPr="00386C23">
        <w:t>Of</w:t>
      </w:r>
      <w:proofErr w:type="gramEnd"/>
      <w:r w:rsidRPr="00386C23">
        <w:t xml:space="preserve"> My Heart</w:t>
      </w:r>
      <w:r w:rsidR="00C57965">
        <w:tab/>
      </w:r>
      <w:r w:rsidR="00C57965">
        <w:tab/>
      </w:r>
      <w:r w:rsidR="00C57965">
        <w:tab/>
      </w:r>
      <w:r w:rsidR="00C57965">
        <w:tab/>
        <w:t>When The Whip Comes Down</w:t>
      </w:r>
      <w:r w:rsidR="00D96B66">
        <w:t xml:space="preserve"> </w:t>
      </w:r>
      <w:r w:rsidR="00D96B66" w:rsidRPr="00D96B66">
        <w:rPr>
          <w:i/>
        </w:rPr>
        <w:t>(Stones)</w:t>
      </w:r>
    </w:p>
    <w:p w:rsidR="00AE4F75" w:rsidRPr="00386C23" w:rsidRDefault="00830539" w:rsidP="00AE4F75">
      <w:r w:rsidRPr="00386C23">
        <w:t>Crossroads</w:t>
      </w:r>
      <w:r w:rsidR="00D96B66">
        <w:t xml:space="preserve"> </w:t>
      </w:r>
      <w:r w:rsidR="00D96B66" w:rsidRPr="00D96B66">
        <w:rPr>
          <w:i/>
        </w:rPr>
        <w:t>(E. Clapton)</w:t>
      </w:r>
      <w:r w:rsidR="00D96B66">
        <w:tab/>
      </w:r>
      <w:r w:rsidR="00D96B66">
        <w:tab/>
      </w:r>
      <w:r w:rsidR="00C57965">
        <w:tab/>
        <w:t xml:space="preserve">Pass </w:t>
      </w:r>
      <w:proofErr w:type="gramStart"/>
      <w:r w:rsidR="00C57965">
        <w:t>The</w:t>
      </w:r>
      <w:proofErr w:type="gramEnd"/>
      <w:r w:rsidR="00C57965">
        <w:t xml:space="preserve"> Peas</w:t>
      </w:r>
    </w:p>
    <w:p w:rsidR="00AE4F75" w:rsidRPr="00386C23" w:rsidRDefault="00830539" w:rsidP="00AE4F75">
      <w:r w:rsidRPr="00386C23">
        <w:t>Me &amp; Bobby McGee</w:t>
      </w:r>
      <w:r w:rsidR="00C57965">
        <w:tab/>
      </w:r>
      <w:r w:rsidR="00C57965">
        <w:tab/>
      </w:r>
      <w:r w:rsidR="00C57965">
        <w:tab/>
      </w:r>
      <w:r w:rsidR="00C57965">
        <w:tab/>
        <w:t>Bourbon Street Parade</w:t>
      </w:r>
    </w:p>
    <w:p w:rsidR="00AE4F75" w:rsidRPr="00386C23" w:rsidRDefault="00830539" w:rsidP="00AE4F75">
      <w:r w:rsidRPr="00386C23">
        <w:t>I Feel Good</w:t>
      </w:r>
      <w:r w:rsidR="00C57965">
        <w:tab/>
      </w:r>
      <w:r w:rsidR="00C57965">
        <w:tab/>
      </w:r>
      <w:r w:rsidR="00C57965">
        <w:tab/>
      </w:r>
      <w:r w:rsidR="00C57965">
        <w:tab/>
      </w:r>
      <w:r w:rsidR="00C57965">
        <w:tab/>
        <w:t xml:space="preserve">When </w:t>
      </w:r>
      <w:proofErr w:type="gramStart"/>
      <w:r w:rsidR="00C57965">
        <w:t>The</w:t>
      </w:r>
      <w:proofErr w:type="gramEnd"/>
      <w:r w:rsidR="00C57965">
        <w:t xml:space="preserve"> Saints Come </w:t>
      </w:r>
      <w:proofErr w:type="spellStart"/>
      <w:r w:rsidR="00C57965">
        <w:t>Marchin</w:t>
      </w:r>
      <w:proofErr w:type="spellEnd"/>
      <w:r w:rsidR="00C57965">
        <w:t xml:space="preserve"> In</w:t>
      </w:r>
    </w:p>
    <w:p w:rsidR="00AE4F75" w:rsidRPr="00386C23" w:rsidRDefault="00830539" w:rsidP="00AE4F75">
      <w:r w:rsidRPr="00386C23">
        <w:t xml:space="preserve">OO </w:t>
      </w:r>
      <w:proofErr w:type="spellStart"/>
      <w:r w:rsidRPr="00386C23">
        <w:t>Poo</w:t>
      </w:r>
      <w:proofErr w:type="spellEnd"/>
      <w:r w:rsidRPr="00386C23">
        <w:t xml:space="preserve"> </w:t>
      </w:r>
      <w:proofErr w:type="spellStart"/>
      <w:r w:rsidRPr="00386C23">
        <w:t>Pah</w:t>
      </w:r>
      <w:proofErr w:type="spellEnd"/>
      <w:r w:rsidRPr="00386C23">
        <w:t xml:space="preserve"> Doo</w:t>
      </w:r>
      <w:r w:rsidR="00C57965">
        <w:tab/>
      </w:r>
      <w:r w:rsidR="00C57965">
        <w:tab/>
      </w:r>
      <w:r w:rsidR="00C57965">
        <w:tab/>
      </w:r>
      <w:r w:rsidR="00C57965">
        <w:tab/>
        <w:t>Beginnings</w:t>
      </w:r>
      <w:r w:rsidR="00D96B66">
        <w:t xml:space="preserve"> </w:t>
      </w:r>
      <w:r w:rsidR="00D96B66" w:rsidRPr="00D96B66">
        <w:rPr>
          <w:i/>
        </w:rPr>
        <w:t>(Chicago)</w:t>
      </w:r>
    </w:p>
    <w:p w:rsidR="00AE4F75" w:rsidRPr="00386C23" w:rsidRDefault="00830539" w:rsidP="00AE4F75">
      <w:r w:rsidRPr="00386C23">
        <w:t xml:space="preserve">Let </w:t>
      </w:r>
      <w:proofErr w:type="gramStart"/>
      <w:r w:rsidRPr="00386C23">
        <w:t>The</w:t>
      </w:r>
      <w:proofErr w:type="gramEnd"/>
      <w:r w:rsidRPr="00386C23">
        <w:t xml:space="preserve"> Good Times Roll</w:t>
      </w:r>
    </w:p>
    <w:p w:rsidR="00AE4F75" w:rsidRPr="00386C23" w:rsidRDefault="00830539" w:rsidP="00AE4F75">
      <w:r w:rsidRPr="00386C23">
        <w:t xml:space="preserve">Hey </w:t>
      </w:r>
      <w:proofErr w:type="spellStart"/>
      <w:r w:rsidRPr="00386C23">
        <w:t>Pockey</w:t>
      </w:r>
      <w:proofErr w:type="spellEnd"/>
      <w:r w:rsidRPr="00386C23">
        <w:t xml:space="preserve"> Way</w:t>
      </w:r>
    </w:p>
    <w:p w:rsidR="00AE4F75" w:rsidRPr="00386C23" w:rsidRDefault="00830539" w:rsidP="00AE4F75">
      <w:r w:rsidRPr="00386C23">
        <w:t>In The Midnight Hour</w:t>
      </w:r>
    </w:p>
    <w:p w:rsidR="00AE4F75" w:rsidRPr="00386C23" w:rsidRDefault="00830539" w:rsidP="00AE4F75">
      <w:r w:rsidRPr="00386C23">
        <w:t>Mustang Sally</w:t>
      </w:r>
    </w:p>
    <w:p w:rsidR="00AE4F75" w:rsidRPr="00386C23" w:rsidRDefault="00830539" w:rsidP="00AE4F75">
      <w:r w:rsidRPr="00386C23">
        <w:t>Sissy Strut</w:t>
      </w:r>
    </w:p>
    <w:p w:rsidR="00AE4F75" w:rsidRPr="00386C23" w:rsidRDefault="00830539" w:rsidP="00AE4F75">
      <w:proofErr w:type="spellStart"/>
      <w:r w:rsidRPr="00386C23">
        <w:t>Honkey</w:t>
      </w:r>
      <w:proofErr w:type="spellEnd"/>
      <w:r w:rsidRPr="00386C23">
        <w:t xml:space="preserve"> </w:t>
      </w:r>
      <w:proofErr w:type="spellStart"/>
      <w:r w:rsidRPr="00386C23">
        <w:t>Tonk</w:t>
      </w:r>
      <w:proofErr w:type="spellEnd"/>
      <w:r w:rsidRPr="00386C23">
        <w:t xml:space="preserve"> Woman</w:t>
      </w:r>
    </w:p>
    <w:p w:rsidR="00AE4F75" w:rsidRPr="00386C23" w:rsidRDefault="00830539" w:rsidP="00AE4F75">
      <w:r w:rsidRPr="00386C23">
        <w:t>Are You Gonna Go My Way</w:t>
      </w:r>
      <w:r w:rsidR="00C57965">
        <w:tab/>
      </w:r>
      <w:r w:rsidR="00C57965">
        <w:tab/>
      </w:r>
      <w:r w:rsidR="00C57965">
        <w:tab/>
      </w:r>
      <w:r w:rsidR="00C57965" w:rsidRPr="00C57965">
        <w:rPr>
          <w:sz w:val="14"/>
          <w:szCs w:val="14"/>
        </w:rPr>
        <w:t xml:space="preserve">* Party </w:t>
      </w:r>
      <w:r w:rsidR="00C57965">
        <w:rPr>
          <w:sz w:val="14"/>
          <w:szCs w:val="14"/>
        </w:rPr>
        <w:t>songs can vary but this is a general set list</w:t>
      </w:r>
    </w:p>
    <w:p w:rsidR="00AE4F75" w:rsidRPr="00386C23" w:rsidRDefault="00830539" w:rsidP="00AE4F75">
      <w:r w:rsidRPr="00386C23">
        <w:t>Get Up Of That Thing</w:t>
      </w:r>
    </w:p>
    <w:p w:rsidR="00AE4F75" w:rsidRPr="00386C23" w:rsidRDefault="00830539" w:rsidP="00AE4F75">
      <w:r w:rsidRPr="00386C23">
        <w:t xml:space="preserve">Fire </w:t>
      </w:r>
      <w:proofErr w:type="gramStart"/>
      <w:r w:rsidRPr="00386C23">
        <w:t>On</w:t>
      </w:r>
      <w:proofErr w:type="gramEnd"/>
      <w:r w:rsidRPr="00386C23">
        <w:t xml:space="preserve"> The Bayou</w:t>
      </w:r>
    </w:p>
    <w:p w:rsidR="00AE4F75" w:rsidRPr="00386C23" w:rsidRDefault="00830539" w:rsidP="00AE4F75">
      <w:r w:rsidRPr="00386C23">
        <w:t xml:space="preserve">House </w:t>
      </w:r>
      <w:proofErr w:type="gramStart"/>
      <w:r w:rsidRPr="00386C23">
        <w:t>Of</w:t>
      </w:r>
      <w:proofErr w:type="gramEnd"/>
      <w:r w:rsidRPr="00386C23">
        <w:t xml:space="preserve"> The Rising Sun</w:t>
      </w:r>
    </w:p>
    <w:p w:rsidR="00AE4F75" w:rsidRPr="00386C23" w:rsidRDefault="00830539" w:rsidP="00AE4F75">
      <w:r w:rsidRPr="00386C23">
        <w:t>Crossroads</w:t>
      </w:r>
      <w:r w:rsidR="00D96B66">
        <w:t xml:space="preserve"> </w:t>
      </w:r>
      <w:r w:rsidR="00D96B66" w:rsidRPr="00D96B66">
        <w:rPr>
          <w:i/>
        </w:rPr>
        <w:t>(</w:t>
      </w:r>
      <w:proofErr w:type="spellStart"/>
      <w:r w:rsidR="00D96B66" w:rsidRPr="00D96B66">
        <w:rPr>
          <w:i/>
        </w:rPr>
        <w:t>E.Clapton</w:t>
      </w:r>
      <w:proofErr w:type="spellEnd"/>
      <w:r w:rsidR="00D96B66" w:rsidRPr="00D96B66">
        <w:rPr>
          <w:i/>
        </w:rPr>
        <w:t>)</w:t>
      </w:r>
    </w:p>
    <w:p w:rsidR="00AE4F75" w:rsidRPr="00386C23" w:rsidRDefault="00830539" w:rsidP="00AE4F75">
      <w:r w:rsidRPr="00386C23">
        <w:t>Rock &amp; Roll</w:t>
      </w:r>
      <w:r w:rsidR="00D96B66">
        <w:t xml:space="preserve"> </w:t>
      </w:r>
      <w:r w:rsidR="00D96B66" w:rsidRPr="00D96B66">
        <w:rPr>
          <w:i/>
        </w:rPr>
        <w:t xml:space="preserve">(Led </w:t>
      </w:r>
      <w:proofErr w:type="spellStart"/>
      <w:r w:rsidR="00D96B66" w:rsidRPr="00D96B66">
        <w:rPr>
          <w:i/>
        </w:rPr>
        <w:t>Zep</w:t>
      </w:r>
      <w:proofErr w:type="spellEnd"/>
      <w:r w:rsidR="00D96B66" w:rsidRPr="00D96B66">
        <w:rPr>
          <w:i/>
        </w:rPr>
        <w:t>)</w:t>
      </w:r>
    </w:p>
    <w:p w:rsidR="00AE4F75" w:rsidRPr="00386C23" w:rsidRDefault="00830539" w:rsidP="00AE4F75">
      <w:r w:rsidRPr="00386C23">
        <w:t>Wild Thing</w:t>
      </w:r>
      <w:r w:rsidR="00D96B66">
        <w:t xml:space="preserve"> </w:t>
      </w:r>
      <w:r w:rsidR="00D96B66" w:rsidRPr="00D96B66">
        <w:rPr>
          <w:i/>
        </w:rPr>
        <w:t>(X)</w:t>
      </w:r>
    </w:p>
    <w:p w:rsidR="00AE4F75" w:rsidRPr="00386C23" w:rsidRDefault="00830539" w:rsidP="00AE4F75">
      <w:r w:rsidRPr="00386C23">
        <w:t xml:space="preserve">Just Kissed </w:t>
      </w:r>
      <w:proofErr w:type="gramStart"/>
      <w:r w:rsidRPr="00386C23">
        <w:t>A</w:t>
      </w:r>
      <w:proofErr w:type="gramEnd"/>
      <w:r w:rsidRPr="00386C23">
        <w:t xml:space="preserve"> Girl</w:t>
      </w:r>
    </w:p>
    <w:p w:rsidR="00AE4F75" w:rsidRPr="00386C23" w:rsidRDefault="00830539">
      <w:r w:rsidRPr="00386C23">
        <w:t xml:space="preserve">Tide Is </w:t>
      </w:r>
      <w:commentRangeStart w:id="0"/>
      <w:commentRangeStart w:id="1"/>
      <w:r w:rsidRPr="00386C23">
        <w:t>High</w:t>
      </w:r>
      <w:commentRangeEnd w:id="0"/>
      <w:r w:rsidR="004C3F88">
        <w:rPr>
          <w:rStyle w:val="CommentReference"/>
        </w:rPr>
        <w:commentReference w:id="0"/>
      </w:r>
      <w:commentRangeEnd w:id="1"/>
      <w:r w:rsidR="004C3F88">
        <w:rPr>
          <w:rStyle w:val="CommentReference"/>
        </w:rPr>
        <w:commentReference w:id="1"/>
      </w:r>
    </w:p>
    <w:sectPr w:rsidR="00AE4F75" w:rsidRPr="00386C23" w:rsidSect="00AE4F75">
      <w:headerReference w:type="default" r:id="rId9"/>
      <w:footerReference w:type="default" r:id="rId10"/>
      <w:pgSz w:w="12240" w:h="15840"/>
      <w:pgMar w:top="-219" w:right="1170" w:bottom="1440" w:left="144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S Customer" w:date="2011-05-26T15:24:00Z" w:initials="MC">
    <w:p w:rsidR="004C3F88" w:rsidRDefault="004C3F88">
      <w:pPr>
        <w:pStyle w:val="CommentText"/>
      </w:pPr>
      <w:r>
        <w:rPr>
          <w:rStyle w:val="CommentReference"/>
        </w:rPr>
        <w:annotationRef/>
      </w:r>
    </w:p>
  </w:comment>
  <w:comment w:id="1" w:author="MS Customer" w:date="2011-05-26T15:24:00Z" w:initials="MC">
    <w:p w:rsidR="004C3F88" w:rsidRDefault="004C3F88">
      <w:pPr>
        <w:pStyle w:val="CommentText"/>
      </w:pPr>
      <w:r>
        <w:rPr>
          <w:rStyle w:val="CommentReference"/>
        </w:rPr>
        <w:annotationRef/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E9" w:rsidRDefault="000809E9">
      <w:r>
        <w:separator/>
      </w:r>
    </w:p>
  </w:endnote>
  <w:endnote w:type="continuationSeparator" w:id="0">
    <w:p w:rsidR="000809E9" w:rsidRDefault="00080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0809E9" w:rsidP="00C57965">
    <w:pPr>
      <w:pStyle w:val="Footer"/>
      <w:pBdr>
        <w:bottom w:val="single" w:sz="12" w:space="1" w:color="auto"/>
      </w:pBdr>
      <w:tabs>
        <w:tab w:val="clear" w:pos="8640"/>
      </w:tabs>
      <w:ind w:left="-450" w:right="1170" w:firstLine="450"/>
    </w:pPr>
  </w:p>
  <w:p w:rsidR="00AE4F75" w:rsidRPr="004C3F88" w:rsidRDefault="004C3F88" w:rsidP="004C3F88">
    <w:pPr>
      <w:pStyle w:val="Footer"/>
      <w:tabs>
        <w:tab w:val="clear" w:pos="8640"/>
      </w:tabs>
      <w:ind w:left="-540" w:right="1080"/>
      <w:jc w:val="both"/>
      <w:rPr>
        <w:spacing w:val="10"/>
        <w:sz w:val="12"/>
        <w:szCs w:val="12"/>
      </w:rPr>
    </w:pPr>
    <w:r>
      <w:rPr>
        <w:spacing w:val="10"/>
        <w:sz w:val="12"/>
        <w:szCs w:val="12"/>
      </w:rPr>
      <w:t xml:space="preserve">  </w:t>
    </w:r>
    <w:r w:rsidR="00830539" w:rsidRPr="004C3F88">
      <w:rPr>
        <w:spacing w:val="10"/>
        <w:sz w:val="12"/>
        <w:szCs w:val="12"/>
      </w:rPr>
      <w:t>BIG PEARL, LLC 1000 Bourbon St</w:t>
    </w:r>
    <w:r w:rsidRPr="004C3F88">
      <w:rPr>
        <w:spacing w:val="10"/>
        <w:sz w:val="12"/>
        <w:szCs w:val="12"/>
      </w:rPr>
      <w:t xml:space="preserve">reet PMB 224 </w:t>
    </w:r>
    <w:r w:rsidR="00830539" w:rsidRPr="004C3F88">
      <w:rPr>
        <w:spacing w:val="10"/>
        <w:sz w:val="12"/>
        <w:szCs w:val="12"/>
      </w:rPr>
      <w:t>New Orleans LA 70116 www.bigpearl</w:t>
    </w:r>
    <w:r w:rsidRPr="004C3F88">
      <w:rPr>
        <w:spacing w:val="10"/>
        <w:sz w:val="12"/>
        <w:szCs w:val="12"/>
      </w:rPr>
      <w:t>andthefugitivesoffunk</w:t>
    </w:r>
    <w:r w:rsidR="00830539" w:rsidRPr="004C3F88">
      <w:rPr>
        <w:spacing w:val="10"/>
        <w:sz w:val="12"/>
        <w:szCs w:val="12"/>
      </w:rPr>
      <w:t xml:space="preserve">.com </w:t>
    </w:r>
    <w:r w:rsidRPr="004C3F88">
      <w:rPr>
        <w:spacing w:val="10"/>
        <w:sz w:val="12"/>
        <w:szCs w:val="12"/>
      </w:rPr>
      <w:t>bigpearlnola@gmail.com 504.909.2259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E9" w:rsidRDefault="000809E9">
      <w:r>
        <w:separator/>
      </w:r>
    </w:p>
  </w:footnote>
  <w:footnote w:type="continuationSeparator" w:id="0">
    <w:p w:rsidR="000809E9" w:rsidRDefault="00080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0809E9" w:rsidP="00AE4F75">
    <w:pPr>
      <w:pStyle w:val="Header"/>
      <w:ind w:left="-810"/>
    </w:pPr>
  </w:p>
  <w:p w:rsidR="00AE4F75" w:rsidRDefault="000809E9" w:rsidP="00AE4F75">
    <w:pPr>
      <w:pStyle w:val="Header"/>
      <w:ind w:left="-810"/>
    </w:pPr>
  </w:p>
  <w:p w:rsidR="00AE4F75" w:rsidRPr="00153AD7" w:rsidRDefault="00830539" w:rsidP="00AE4F75">
    <w:pPr>
      <w:pStyle w:val="Header"/>
      <w:tabs>
        <w:tab w:val="clear" w:pos="4320"/>
        <w:tab w:val="clear" w:pos="8640"/>
        <w:tab w:val="left" w:pos="867"/>
      </w:tabs>
      <w:ind w:left="-810"/>
      <w:rPr>
        <w:b/>
        <w:u w:val="single"/>
      </w:rPr>
    </w:pPr>
    <w:r>
      <w:tab/>
    </w:r>
  </w:p>
  <w:p w:rsidR="00AE4F75" w:rsidRDefault="000809E9" w:rsidP="00AE4F75">
    <w:pPr>
      <w:pStyle w:val="Header"/>
      <w:ind w:left="-810"/>
    </w:pPr>
  </w:p>
  <w:p w:rsidR="00AE4F75" w:rsidRDefault="000809E9" w:rsidP="00AE4F75">
    <w:pPr>
      <w:pStyle w:val="Header"/>
      <w:ind w:left="-810"/>
    </w:pPr>
  </w:p>
  <w:p w:rsidR="00AE4F75" w:rsidRDefault="000809E9" w:rsidP="00AE4F75">
    <w:pPr>
      <w:pStyle w:val="Header"/>
      <w:ind w:left="-810"/>
    </w:pPr>
  </w:p>
  <w:p w:rsidR="00AE4F75" w:rsidRDefault="000809E9" w:rsidP="00AE4F75">
    <w:pPr>
      <w:pStyle w:val="Header"/>
      <w:ind w:left="-810" w:firstLine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57C2"/>
    <w:multiLevelType w:val="hybridMultilevel"/>
    <w:tmpl w:val="4F84DC6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952BC"/>
    <w:rsid w:val="000809E9"/>
    <w:rsid w:val="001806A7"/>
    <w:rsid w:val="004C3F88"/>
    <w:rsid w:val="007261F2"/>
    <w:rsid w:val="007E7027"/>
    <w:rsid w:val="00830539"/>
    <w:rsid w:val="009F714F"/>
    <w:rsid w:val="00C57965"/>
    <w:rsid w:val="00C97D2C"/>
    <w:rsid w:val="00D96B66"/>
    <w:rsid w:val="00F9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A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0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C0A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C0A21"/>
    <w:rPr>
      <w:color w:val="0000FF"/>
      <w:u w:val="single"/>
    </w:rPr>
  </w:style>
  <w:style w:type="character" w:styleId="FollowedHyperlink">
    <w:name w:val="FollowedHyperlink"/>
    <w:basedOn w:val="DefaultParagraphFont"/>
    <w:rsid w:val="002C0A2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3F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BPFOF_Party Songs 2011 temp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cp:lastModifiedBy>MS Customer</cp:lastModifiedBy>
  <cp:revision>2</cp:revision>
  <cp:lastPrinted>2009-12-22T23:07:00Z</cp:lastPrinted>
  <dcterms:created xsi:type="dcterms:W3CDTF">2011-05-27T21:17:00Z</dcterms:created>
  <dcterms:modified xsi:type="dcterms:W3CDTF">2011-05-27T21:17:00Z</dcterms:modified>
</cp:coreProperties>
</file>